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DA01A" w14:textId="7DF1E29A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D3DD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1282">
        <w:rPr>
          <w:rFonts w:asciiTheme="majorHAnsi" w:eastAsia="Times New Roman" w:hAnsiTheme="majorHAnsi" w:cs="Times New Roman"/>
          <w:lang w:eastAsia="cs-CZ"/>
        </w:rPr>
        <w:t>1</w:t>
      </w:r>
      <w:r w:rsidR="00A756D0" w:rsidRPr="008D3DD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778036F" w14:textId="305609EB" w:rsidR="00336BEC" w:rsidRDefault="00721282" w:rsidP="008D3DD6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Specifikace a </w:t>
      </w:r>
      <w:r w:rsidR="000E63D6"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  <w:bookmarkStart w:id="0" w:name="_Toc517353605"/>
      <w:bookmarkStart w:id="1" w:name="_Toc518140497"/>
    </w:p>
    <w:p w14:paraId="3BDED75A" w14:textId="665A59B0" w:rsidR="008D3DD6" w:rsidRPr="008D3DD6" w:rsidRDefault="008E518A" w:rsidP="008D3DD6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lang w:eastAsia="cs-CZ"/>
        </w:rPr>
      </w:pPr>
      <w:r w:rsidRPr="008E518A">
        <w:rPr>
          <w:rFonts w:asciiTheme="majorHAnsi" w:eastAsia="Times New Roman" w:hAnsiTheme="majorHAnsi" w:cs="Times New Roman"/>
          <w:b/>
          <w:lang w:eastAsia="cs-CZ"/>
        </w:rPr>
        <w:t xml:space="preserve">ČÁST 1 </w:t>
      </w:r>
      <w:r>
        <w:rPr>
          <w:rFonts w:asciiTheme="majorHAnsi" w:eastAsia="Times New Roman" w:hAnsiTheme="majorHAnsi" w:cs="Times New Roman"/>
          <w:b/>
          <w:lang w:eastAsia="cs-CZ"/>
        </w:rPr>
        <w:t xml:space="preserve">- </w:t>
      </w:r>
      <w:r w:rsidR="008D3DD6" w:rsidRPr="008D3DD6">
        <w:rPr>
          <w:rFonts w:asciiTheme="majorHAnsi" w:eastAsia="Times New Roman" w:hAnsiTheme="majorHAnsi" w:cs="Times New Roman"/>
          <w:b/>
          <w:lang w:eastAsia="cs-CZ"/>
        </w:rPr>
        <w:t>Obnova licencí</w:t>
      </w:r>
    </w:p>
    <w:tbl>
      <w:tblPr>
        <w:tblW w:w="11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7"/>
        <w:gridCol w:w="2114"/>
        <w:gridCol w:w="1984"/>
        <w:gridCol w:w="2126"/>
        <w:gridCol w:w="1843"/>
        <w:gridCol w:w="2309"/>
      </w:tblGrid>
      <w:tr w:rsidR="008D3DD6" w:rsidRPr="00DE2689" w14:paraId="5A2DA2FA" w14:textId="77777777" w:rsidTr="00361A95">
        <w:trPr>
          <w:trHeight w:val="510"/>
        </w:trPr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6D1D013" w14:textId="77777777" w:rsidR="008D3DD6" w:rsidRPr="00DE2689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bookmarkStart w:id="2" w:name="_Toc519257342"/>
            <w:bookmarkStart w:id="3" w:name="_Toc516591379"/>
            <w:bookmarkStart w:id="4" w:name="_Toc516604606"/>
            <w:bookmarkStart w:id="5" w:name="_Toc516647772"/>
            <w:bookmarkStart w:id="6" w:name="_Toc516670386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1A285F84" w14:textId="77777777" w:rsidR="008D3DD6" w:rsidRPr="00DE2689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Druh zboží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61B9D4D9" w14:textId="29A93D15" w:rsidR="008D3DD6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Cena </w:t>
            </w:r>
            <w:r w:rsidR="00361A9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za </w:t>
            </w:r>
          </w:p>
          <w:p w14:paraId="19E51309" w14:textId="1ABD25E7" w:rsidR="008D3DD6" w:rsidRPr="00DE2689" w:rsidRDefault="008D3DD6" w:rsidP="00361A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1 Licenc</w:t>
            </w:r>
            <w:r w:rsidR="00361A9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i/1 rok</w:t>
            </w:r>
            <w:r w:rsidR="00361A95"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61A9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04181012" w14:textId="06951778" w:rsidR="008D3DD6" w:rsidRPr="00DE2689" w:rsidRDefault="008D3DD6" w:rsidP="00361A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</w:t>
            </w:r>
            <w:r w:rsidR="00361A9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na</w:t>
            </w: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61A9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za požadovaný počet licencí/1 rok </w:t>
            </w: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2A2D472D" w14:textId="0BB402E7" w:rsidR="008D3DD6" w:rsidRPr="00DE2689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DPH 21 %</w:t>
            </w:r>
          </w:p>
        </w:tc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26104B83" w14:textId="21114592" w:rsidR="008D3DD6" w:rsidRPr="00DE2689" w:rsidRDefault="00361A95" w:rsidP="00361A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na</w:t>
            </w: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za požadovaný počet licencí/1 rok</w:t>
            </w:r>
            <w:r w:rsidR="008D3DD6"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s DPH</w:t>
            </w:r>
          </w:p>
        </w:tc>
      </w:tr>
      <w:tr w:rsidR="008D3DD6" w:rsidRPr="00DE2689" w14:paraId="6B0DFD7F" w14:textId="77777777" w:rsidTr="008D3DD6">
        <w:trPr>
          <w:trHeight w:val="840"/>
        </w:trPr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2281D" w14:textId="77777777" w:rsidR="008D3DD6" w:rsidRPr="00DE2689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9AB76" w14:textId="6EFAD90D" w:rsidR="008D3DD6" w:rsidRPr="00DE2689" w:rsidRDefault="008D3DD6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Acrobat</w:t>
            </w:r>
            <w:r w:rsidR="00361A9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Professional DC MP ML (vč. CZ)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3C049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47201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68721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AACA5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D3DD6" w:rsidRPr="00DE2689" w14:paraId="6AD1E563" w14:textId="77777777" w:rsidTr="008D3DD6">
        <w:trPr>
          <w:trHeight w:val="1020"/>
        </w:trPr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2DCE3" w14:textId="77777777" w:rsidR="008D3DD6" w:rsidRPr="00DE2689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0ABBB" w14:textId="281DA60C" w:rsidR="008D3DD6" w:rsidRPr="00DE2689" w:rsidRDefault="008D3DD6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CC pro týmy, všechny aplikace, ML (vč. CZ</w:t>
            </w:r>
            <w:r w:rsidR="00361A9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918C6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836B9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84C65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79BD3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D3DD6" w:rsidRPr="00DE2689" w14:paraId="0C8FF3B6" w14:textId="77777777" w:rsidTr="008D3DD6">
        <w:trPr>
          <w:trHeight w:val="510"/>
        </w:trPr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9EAD9" w14:textId="77777777" w:rsidR="008D3DD6" w:rsidRPr="00DE2689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33F41" w14:textId="26E0B188" w:rsidR="008D3DD6" w:rsidRPr="00DE2689" w:rsidRDefault="008D3DD6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Adobe </w:t>
            </w:r>
            <w:proofErr w:type="spellStart"/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Illustrator</w:t>
            </w:r>
            <w:proofErr w:type="spellEnd"/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, MP, ML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E71D6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1F4AE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4C487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438B2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D3DD6" w:rsidRPr="00DE2689" w14:paraId="2164E68A" w14:textId="77777777" w:rsidTr="008D3DD6">
        <w:trPr>
          <w:trHeight w:val="510"/>
        </w:trPr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54817" w14:textId="77777777" w:rsidR="008D3DD6" w:rsidRPr="00DE2689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B4BF5" w14:textId="003B20D1" w:rsidR="008D3DD6" w:rsidRPr="00DE2689" w:rsidRDefault="00361A95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InDesign, MP, ML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DD948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592D8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F53B1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A845E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D3DD6" w:rsidRPr="00DE2689" w14:paraId="3526EB8C" w14:textId="77777777" w:rsidTr="008D3DD6">
        <w:trPr>
          <w:trHeight w:val="525"/>
        </w:trPr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CEE30" w14:textId="77777777" w:rsidR="008D3DD6" w:rsidRPr="00DE2689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7A67CD" w14:textId="6079370B" w:rsidR="008D3DD6" w:rsidRPr="00DE2689" w:rsidRDefault="008D3DD6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Photoshop, MP, ML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CFE71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9D5CC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BB50C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D6134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D3DD6" w:rsidRPr="00DE2689" w14:paraId="6F4EE3AB" w14:textId="77777777" w:rsidTr="00361A95">
        <w:trPr>
          <w:trHeight w:val="510"/>
        </w:trPr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12723AA" w14:textId="77777777" w:rsidR="008D3DD6" w:rsidRPr="00DE2689" w:rsidRDefault="008D3DD6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45900760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177C6D1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B130AB5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148E7FDF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9CC57BE" w14:textId="77777777" w:rsidR="008D3DD6" w:rsidRPr="00DE2689" w:rsidRDefault="008D3DD6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07FC3E81" w14:textId="77777777" w:rsidR="000E63D6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14:paraId="00B72CBC" w14:textId="77777777" w:rsidR="00361A95" w:rsidRDefault="00361A95">
      <w:pPr>
        <w:rPr>
          <w:rFonts w:asciiTheme="majorHAnsi" w:eastAsia="Times New Roman" w:hAnsiTheme="majorHAnsi" w:cs="Times New Roman"/>
          <w:b/>
          <w:lang w:eastAsia="cs-CZ"/>
        </w:rPr>
      </w:pPr>
      <w:r>
        <w:rPr>
          <w:rFonts w:asciiTheme="majorHAnsi" w:eastAsia="Times New Roman" w:hAnsiTheme="majorHAnsi" w:cs="Times New Roman"/>
          <w:b/>
          <w:lang w:eastAsia="cs-CZ"/>
        </w:rPr>
        <w:br w:type="page"/>
      </w:r>
    </w:p>
    <w:p w14:paraId="72F68EA3" w14:textId="5903DB21" w:rsidR="000E63D6" w:rsidRDefault="008E518A" w:rsidP="000E63D6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8E518A">
        <w:rPr>
          <w:rFonts w:asciiTheme="majorHAnsi" w:eastAsia="Times New Roman" w:hAnsiTheme="majorHAnsi" w:cs="Times New Roman"/>
          <w:b/>
          <w:lang w:eastAsia="cs-CZ"/>
        </w:rPr>
        <w:lastRenderedPageBreak/>
        <w:t>ČÁST 2 - Nové licence dle potřeb zadavatele</w:t>
      </w:r>
    </w:p>
    <w:p w14:paraId="03FA5F54" w14:textId="77777777" w:rsidR="008E518A" w:rsidRDefault="008E518A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W w:w="8180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060"/>
        <w:gridCol w:w="1540"/>
        <w:gridCol w:w="1660"/>
      </w:tblGrid>
      <w:tr w:rsidR="00361A95" w:rsidRPr="00DE2689" w14:paraId="04450791" w14:textId="77777777" w:rsidTr="00361A95">
        <w:trPr>
          <w:trHeight w:val="510"/>
        </w:trPr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4B0C794F" w14:textId="77777777" w:rsidR="00361A95" w:rsidRPr="00DE2689" w:rsidRDefault="00361A95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Druh zboží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1A2D573F" w14:textId="77777777" w:rsidR="00B57304" w:rsidRDefault="00B57304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4F714D1D" w14:textId="6E89090E" w:rsidR="00361A95" w:rsidRDefault="00361A95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Cena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za 1 Licenci/ 1 rok</w:t>
            </w:r>
            <w:r w:rsidR="00B5730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bez DPH</w:t>
            </w:r>
          </w:p>
          <w:p w14:paraId="3896B8DF" w14:textId="69E9833C" w:rsidR="00361A95" w:rsidRPr="00DE2689" w:rsidRDefault="00361A95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53402004" w14:textId="201ABA9A" w:rsidR="00361A95" w:rsidRPr="00DE2689" w:rsidRDefault="00361A95" w:rsidP="00E463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DPH 21 %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5E191B9C" w14:textId="55ACF731" w:rsidR="00361A95" w:rsidRPr="00DE2689" w:rsidRDefault="00361A95" w:rsidP="00361A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Cena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za 1 Licenci/ 1 rok </w:t>
            </w: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s DPH</w:t>
            </w:r>
          </w:p>
        </w:tc>
      </w:tr>
      <w:tr w:rsidR="00361A95" w:rsidRPr="00DE2689" w14:paraId="2099B953" w14:textId="77777777" w:rsidTr="00361A95">
        <w:trPr>
          <w:trHeight w:val="84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A4FA93" w14:textId="378EEB08" w:rsidR="00361A95" w:rsidRPr="00DE2689" w:rsidRDefault="00361A95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Adobe Acrobat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Professional DC MP ML (vč. CZ)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D9DE4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92BB7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EF06A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61A95" w:rsidRPr="00DE2689" w14:paraId="0835AD3F" w14:textId="77777777" w:rsidTr="00361A95">
        <w:trPr>
          <w:trHeight w:val="102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43B37" w14:textId="138E35E9" w:rsidR="00361A95" w:rsidRPr="00DE2689" w:rsidRDefault="00361A95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CC pro týmy,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všechny aplikace, ML (vč. CZ)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07F8C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75270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269E8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61A95" w:rsidRPr="00DE2689" w14:paraId="09A0FAB4" w14:textId="77777777" w:rsidTr="00361A95">
        <w:trPr>
          <w:trHeight w:val="51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8DB23" w14:textId="7C5BEE38" w:rsidR="00361A95" w:rsidRPr="00DE2689" w:rsidRDefault="00361A95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Adobe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Illustrator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, MP, ML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BC800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A0C06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C302C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61A95" w:rsidRPr="00DE2689" w14:paraId="60BA62D9" w14:textId="77777777" w:rsidTr="00361A95">
        <w:trPr>
          <w:trHeight w:val="51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9CF63E" w14:textId="6EB26BF7" w:rsidR="00361A95" w:rsidRPr="00DE2689" w:rsidRDefault="00361A95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InDesign, MP, ML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F801E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3282D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92056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61A95" w:rsidRPr="00DE2689" w14:paraId="472A4E35" w14:textId="77777777" w:rsidTr="00361A95">
        <w:trPr>
          <w:trHeight w:val="52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B8FCF1" w14:textId="557E92FA" w:rsidR="00361A95" w:rsidRPr="00DE2689" w:rsidRDefault="00361A95" w:rsidP="00361A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Photoshop, MP, ML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C94A1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7AD3E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DFB31" w14:textId="77777777" w:rsidR="00361A95" w:rsidRPr="00DE2689" w:rsidRDefault="00361A95" w:rsidP="00E463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3BE05A69" w14:textId="4A1F267A" w:rsidR="008D3DD6" w:rsidRDefault="008D3DD6" w:rsidP="000E63D6">
      <w:pPr>
        <w:spacing w:after="0" w:line="240" w:lineRule="auto"/>
        <w:rPr>
          <w:rFonts w:asciiTheme="majorHAnsi" w:eastAsia="Times New Roman" w:hAnsiTheme="majorHAnsi" w:cs="Times New Roman"/>
          <w:bCs/>
          <w:sz w:val="22"/>
          <w:szCs w:val="24"/>
        </w:rPr>
      </w:pPr>
    </w:p>
    <w:p w14:paraId="2813EDFD" w14:textId="0D77D2AE" w:rsidR="00361A95" w:rsidRDefault="00361A95" w:rsidP="000E63D6">
      <w:pPr>
        <w:spacing w:after="0" w:line="240" w:lineRule="auto"/>
        <w:rPr>
          <w:rFonts w:asciiTheme="majorHAnsi" w:eastAsia="Times New Roman" w:hAnsiTheme="majorHAnsi" w:cs="Times New Roman"/>
          <w:bCs/>
          <w:sz w:val="22"/>
          <w:szCs w:val="24"/>
        </w:rPr>
      </w:pPr>
    </w:p>
    <w:p w14:paraId="5748BE58" w14:textId="437948F0" w:rsidR="00361A95" w:rsidRDefault="00361A95" w:rsidP="000E63D6">
      <w:pPr>
        <w:spacing w:after="0" w:line="240" w:lineRule="auto"/>
      </w:pPr>
      <w:r>
        <w:t>Cena za dodatečně objednané služby bude zaplacena v případě jejich objednání ze strany Objednatele, ihned po poskytnutí objednané subskripce a s ohledem na počet měsíců, po které bude subskripce dostupná</w:t>
      </w:r>
      <w:r w:rsidR="009467FA">
        <w:t>, viz čl. 5.7 Smlouvy o poskytnutí subskripce</w:t>
      </w:r>
      <w:bookmarkStart w:id="7" w:name="_GoBack"/>
      <w:bookmarkEnd w:id="7"/>
      <w:r>
        <w:t xml:space="preserve">. </w:t>
      </w:r>
    </w:p>
    <w:p w14:paraId="6BC9BE48" w14:textId="77777777" w:rsidR="00361A95" w:rsidRDefault="00361A95" w:rsidP="000E63D6">
      <w:pPr>
        <w:spacing w:after="0" w:line="240" w:lineRule="auto"/>
      </w:pPr>
    </w:p>
    <w:p w14:paraId="48DA07C5" w14:textId="0F06BC6C" w:rsidR="00361A95" w:rsidRPr="00361A95" w:rsidRDefault="00361A95" w:rsidP="000E63D6">
      <w:pPr>
        <w:spacing w:after="0" w:line="240" w:lineRule="auto"/>
      </w:pPr>
    </w:p>
    <w:sectPr w:rsidR="00361A95" w:rsidRPr="00361A95" w:rsidSect="008D3DD6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6A224" w14:textId="77777777" w:rsidR="009465D7" w:rsidRDefault="009465D7" w:rsidP="00962258">
      <w:pPr>
        <w:spacing w:after="0" w:line="240" w:lineRule="auto"/>
      </w:pPr>
      <w:r>
        <w:separator/>
      </w:r>
    </w:p>
  </w:endnote>
  <w:endnote w:type="continuationSeparator" w:id="0">
    <w:p w14:paraId="7C30904D" w14:textId="77777777" w:rsidR="009465D7" w:rsidRDefault="009465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9197A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A54B0F" w14:textId="23FD3F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67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67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3D478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ECFD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6C6D977" w14:textId="77777777" w:rsidR="00F1715C" w:rsidRDefault="00F1715C" w:rsidP="00D831A3">
          <w:pPr>
            <w:pStyle w:val="Zpat"/>
          </w:pPr>
        </w:p>
      </w:tc>
    </w:tr>
  </w:tbl>
  <w:p w14:paraId="7D72B67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1636F16" wp14:editId="0EA983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2862B6" wp14:editId="605F93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B7C9E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E99289" w14:textId="1DC5226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67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67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A75FF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91A856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7C196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8E6861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B2F0C1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1CAF222" w14:textId="77777777" w:rsidR="00F1715C" w:rsidRDefault="00F1715C" w:rsidP="00460660">
          <w:pPr>
            <w:pStyle w:val="Zpat"/>
          </w:pPr>
        </w:p>
      </w:tc>
    </w:tr>
  </w:tbl>
  <w:p w14:paraId="72C9B50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244C8F" wp14:editId="2099C1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58ECA10" wp14:editId="11EA9B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F32AF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B78C0" w14:textId="77777777" w:rsidR="009465D7" w:rsidRDefault="009465D7" w:rsidP="00962258">
      <w:pPr>
        <w:spacing w:after="0" w:line="240" w:lineRule="auto"/>
      </w:pPr>
      <w:r>
        <w:separator/>
      </w:r>
    </w:p>
  </w:footnote>
  <w:footnote w:type="continuationSeparator" w:id="0">
    <w:p w14:paraId="6CB4B0D5" w14:textId="77777777" w:rsidR="009465D7" w:rsidRDefault="009465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056131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5F1F56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0E90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D8A59B" w14:textId="77777777" w:rsidR="00F1715C" w:rsidRPr="00D6163D" w:rsidRDefault="00F1715C" w:rsidP="00D6163D">
          <w:pPr>
            <w:pStyle w:val="Druhdokumentu"/>
          </w:pPr>
        </w:p>
      </w:tc>
    </w:tr>
  </w:tbl>
  <w:p w14:paraId="2126FC6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A77D68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0D6A50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85B27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1B7C2F" w14:textId="77777777" w:rsidR="00F1715C" w:rsidRPr="00D6163D" w:rsidRDefault="00F1715C" w:rsidP="00FC6389">
          <w:pPr>
            <w:pStyle w:val="Druhdokumentu"/>
          </w:pPr>
        </w:p>
      </w:tc>
    </w:tr>
    <w:tr w:rsidR="009F392E" w14:paraId="734601D9" w14:textId="77777777" w:rsidTr="008D3DD6">
      <w:trPr>
        <w:trHeight w:hRule="exact" w:val="597"/>
      </w:trPr>
      <w:tc>
        <w:tcPr>
          <w:tcW w:w="1361" w:type="dxa"/>
          <w:tcMar>
            <w:left w:w="0" w:type="dxa"/>
            <w:right w:w="0" w:type="dxa"/>
          </w:tcMar>
        </w:tcPr>
        <w:p w14:paraId="526E403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A1DD1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AB78CC" w14:textId="77777777" w:rsidR="009F392E" w:rsidRPr="00D6163D" w:rsidRDefault="009F392E" w:rsidP="00FC6389">
          <w:pPr>
            <w:pStyle w:val="Druhdokumentu"/>
          </w:pPr>
        </w:p>
      </w:tc>
    </w:tr>
  </w:tbl>
  <w:p w14:paraId="5FC1D6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9FA089" wp14:editId="7FDE95C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5178E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C08E4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61A95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A7D"/>
    <w:rsid w:val="00716B0F"/>
    <w:rsid w:val="0072128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3DD6"/>
    <w:rsid w:val="008E518A"/>
    <w:rsid w:val="008F18D6"/>
    <w:rsid w:val="00904780"/>
    <w:rsid w:val="009205B1"/>
    <w:rsid w:val="00922385"/>
    <w:rsid w:val="009223DF"/>
    <w:rsid w:val="00923DE9"/>
    <w:rsid w:val="00936091"/>
    <w:rsid w:val="00940D8A"/>
    <w:rsid w:val="009465D7"/>
    <w:rsid w:val="009467F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730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573165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CA2F7-EAFA-41C5-8413-1CAE5FA78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7B3B45-1A51-4190-AD40-73AA83F6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153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6</cp:revision>
  <cp:lastPrinted>2017-11-28T17:18:00Z</cp:lastPrinted>
  <dcterms:created xsi:type="dcterms:W3CDTF">2023-10-03T08:29:00Z</dcterms:created>
  <dcterms:modified xsi:type="dcterms:W3CDTF">2023-10-26T10:11:00Z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